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7EE" w:rsidRDefault="009467EE"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685"/>
        <w:gridCol w:w="1623"/>
        <w:gridCol w:w="1890"/>
        <w:gridCol w:w="578"/>
        <w:gridCol w:w="1312"/>
        <w:gridCol w:w="813"/>
        <w:gridCol w:w="1437"/>
        <w:gridCol w:w="1138"/>
      </w:tblGrid>
      <w:tr w:rsidR="009467EE" w:rsidTr="0030700B">
        <w:trPr>
          <w:trHeight w:hRule="exact" w:val="691"/>
        </w:trPr>
        <w:tc>
          <w:tcPr>
            <w:tcW w:w="9476" w:type="dxa"/>
            <w:gridSpan w:val="8"/>
          </w:tcPr>
          <w:p w:rsidR="009467EE" w:rsidRPr="005B5E29" w:rsidRDefault="006D28CB">
            <w:pPr>
              <w:pStyle w:val="TimeSheetTitle"/>
              <w:rPr>
                <w:color w:val="0070C0"/>
                <w:sz w:val="24"/>
                <w:szCs w:val="24"/>
              </w:rPr>
            </w:pPr>
            <w:r w:rsidRPr="006D28CB">
              <w:rPr>
                <w:color w:val="FF0000"/>
                <w:sz w:val="24"/>
                <w:szCs w:val="24"/>
              </w:rPr>
              <w:t>Internship</w:t>
            </w:r>
            <w:r w:rsidR="00C26961" w:rsidRPr="005B5E29">
              <w:rPr>
                <w:color w:val="0070C0"/>
                <w:sz w:val="24"/>
                <w:szCs w:val="24"/>
              </w:rPr>
              <w:t xml:space="preserve"> placement </w:t>
            </w:r>
            <w:r w:rsidR="00227E52" w:rsidRPr="005B5E29">
              <w:rPr>
                <w:color w:val="0070C0"/>
                <w:sz w:val="24"/>
                <w:szCs w:val="24"/>
              </w:rPr>
              <w:t>Time Sheet</w:t>
            </w:r>
          </w:p>
          <w:p w:rsidR="009467EE" w:rsidRDefault="001404E3" w:rsidP="003F212B">
            <w:pPr>
              <w:pStyle w:val="TimeSheetSubtitle"/>
              <w:jc w:val="center"/>
            </w:pPr>
            <w:r w:rsidRPr="00BA6C76">
              <w:rPr>
                <w:color w:val="auto"/>
              </w:rPr>
              <w:t xml:space="preserve">                                                                                                       </w:t>
            </w:r>
            <w:r w:rsidR="00227E52" w:rsidRPr="00BA6C76">
              <w:rPr>
                <w:color w:val="auto"/>
              </w:rPr>
              <w:t xml:space="preserve">Week Of: </w:t>
            </w:r>
            <w:r w:rsidR="00C26961" w:rsidRPr="00BA6C76">
              <w:rPr>
                <w:color w:val="auto"/>
              </w:rPr>
              <w:t xml:space="preserve">           </w:t>
            </w:r>
            <w:r w:rsidRPr="00BA6C76">
              <w:rPr>
                <w:color w:val="auto"/>
              </w:rPr>
              <w:t xml:space="preserve">  </w:t>
            </w:r>
            <w:r w:rsidR="00227E52" w:rsidRPr="00BA6C76">
              <w:rPr>
                <w:color w:val="auto"/>
              </w:rPr>
              <w:t xml:space="preserve"> — </w:t>
            </w:r>
          </w:p>
        </w:tc>
      </w:tr>
      <w:tr w:rsidR="009467EE" w:rsidTr="00D93D5C">
        <w:trPr>
          <w:trHeight w:val="22"/>
        </w:trPr>
        <w:tc>
          <w:tcPr>
            <w:tcW w:w="4776" w:type="dxa"/>
            <w:gridSpan w:val="4"/>
            <w:tcBorders>
              <w:bottom w:val="single" w:sz="4" w:space="0" w:color="auto"/>
            </w:tcBorders>
            <w:tcMar>
              <w:bottom w:w="720" w:type="dxa"/>
            </w:tcMar>
          </w:tcPr>
          <w:sdt>
            <w:sdtPr>
              <w:alias w:val="Company"/>
              <w:id w:val="87227784"/>
              <w:placeholder>
                <w:docPart w:val="52E85B303193463EBB1E5C7513C9116C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p w:rsidR="009467EE" w:rsidRDefault="001404E3">
                <w:pPr>
                  <w:pStyle w:val="CompanyName"/>
                </w:pPr>
                <w:r>
                  <w:t>Pioneer Career &amp; Technology Center</w:t>
                </w:r>
              </w:p>
            </w:sdtContent>
          </w:sdt>
          <w:p w:rsidR="009467EE" w:rsidRDefault="001404E3">
            <w:pPr>
              <w:pStyle w:val="CompanySlogan"/>
            </w:pPr>
            <w:r>
              <w:t>For every graduate, a salable skill</w:t>
            </w:r>
          </w:p>
          <w:sdt>
            <w:sdtPr>
              <w:alias w:val="Address"/>
              <w:id w:val="87227809"/>
              <w:placeholder>
                <w:docPart w:val="6DBB3395238B44A0BDD9B52F18C79447"/>
              </w:placeholder>
              <w:dataBinding w:prefixMappings="xmlns:ns0='http://schemas.microsoft.com/office/2006/coverPageProps'" w:xpath="/ns0:CoverPageProperties[1]/ns0:CompanyAddress[1]" w:storeItemID="{55AF091B-3C7A-41E3-B477-F2FDAA23CFDA}"/>
              <w:text w:multiLine="1"/>
            </w:sdtPr>
            <w:sdtEndPr/>
            <w:sdtContent>
              <w:p w:rsidR="009467EE" w:rsidRDefault="009F6FB8">
                <w:pPr>
                  <w:pStyle w:val="Address"/>
                </w:pPr>
                <w:r>
                  <w:t>27 Ryan Road</w:t>
                </w:r>
                <w:r>
                  <w:br/>
                  <w:t>Shelby, OH 44875</w:t>
                </w:r>
              </w:p>
            </w:sdtContent>
          </w:sdt>
          <w:sdt>
            <w:sdtPr>
              <w:alias w:val="Phone"/>
              <w:id w:val="87227824"/>
              <w:placeholder>
                <w:docPart w:val="A1128033151141BFB42A16BA754FC060"/>
              </w:placeholder>
              <w:dataBinding w:prefixMappings="xmlns:ns0='http://schemas.microsoft.com/office/2006/coverPageProps'" w:xpath="/ns0:CoverPageProperties[1]/ns0:CompanyPhone[1]" w:storeItemID="{55AF091B-3C7A-41E3-B477-F2FDAA23CFDA}"/>
              <w:text/>
            </w:sdtPr>
            <w:sdtEndPr/>
            <w:sdtContent>
              <w:p w:rsidR="009467EE" w:rsidRDefault="001404E3">
                <w:pPr>
                  <w:pStyle w:val="Address"/>
                </w:pPr>
                <w:r>
                  <w:t>(419) 347-7744</w:t>
                </w:r>
              </w:p>
            </w:sdtContent>
          </w:sdt>
          <w:sdt>
            <w:sdtPr>
              <w:alias w:val="Fax"/>
              <w:id w:val="87227836"/>
              <w:placeholder>
                <w:docPart w:val="FFF0794E782F4E77BC24F82CC9318AD6"/>
              </w:placeholder>
              <w:dataBinding w:prefixMappings="xmlns:ns0='http://schemas.microsoft.com/office/2006/coverPageProps'" w:xpath="/ns0:CoverPageProperties[1]/ns0:CompanyFax[1]" w:storeItemID="{55AF091B-3C7A-41E3-B477-F2FDAA23CFDA}"/>
              <w:text/>
            </w:sdtPr>
            <w:sdtEndPr/>
            <w:sdtContent>
              <w:p w:rsidR="009467EE" w:rsidRDefault="001404E3" w:rsidP="001404E3">
                <w:pPr>
                  <w:pStyle w:val="Address"/>
                </w:pPr>
                <w:r>
                  <w:t>(419) 347-4977</w:t>
                </w:r>
              </w:p>
            </w:sdtContent>
          </w:sdt>
        </w:tc>
        <w:tc>
          <w:tcPr>
            <w:tcW w:w="4700" w:type="dxa"/>
            <w:gridSpan w:val="4"/>
            <w:tcBorders>
              <w:bottom w:val="single" w:sz="4" w:space="0" w:color="auto"/>
            </w:tcBorders>
            <w:tcMar>
              <w:bottom w:w="720" w:type="dxa"/>
            </w:tcMar>
          </w:tcPr>
          <w:p w:rsidR="009467EE" w:rsidRDefault="009467EE">
            <w:pPr>
              <w:pStyle w:val="ColumnHeading"/>
            </w:pPr>
          </w:p>
        </w:tc>
      </w:tr>
      <w:tr w:rsidR="009467EE" w:rsidTr="00D93D5C">
        <w:trPr>
          <w:trHeight w:hRule="exact" w:val="500"/>
        </w:trPr>
        <w:tc>
          <w:tcPr>
            <w:tcW w:w="4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5" w:type="dxa"/>
            </w:tcMar>
            <w:vAlign w:val="center"/>
          </w:tcPr>
          <w:p w:rsidR="009467EE" w:rsidRPr="00C5273C" w:rsidRDefault="00C26961" w:rsidP="00C26961">
            <w:pPr>
              <w:pStyle w:val="ColumnHeading"/>
              <w:rPr>
                <w:sz w:val="18"/>
                <w:szCs w:val="18"/>
              </w:rPr>
            </w:pPr>
            <w:r w:rsidRPr="00C5273C">
              <w:rPr>
                <w:sz w:val="18"/>
                <w:szCs w:val="18"/>
              </w:rPr>
              <w:t>student</w:t>
            </w:r>
            <w:r w:rsidR="00227E52" w:rsidRPr="00C5273C">
              <w:rPr>
                <w:sz w:val="18"/>
                <w:szCs w:val="18"/>
              </w:rPr>
              <w:t xml:space="preserve"> name: </w:t>
            </w:r>
          </w:p>
        </w:tc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5" w:type="dxa"/>
            </w:tcMar>
            <w:vAlign w:val="center"/>
          </w:tcPr>
          <w:p w:rsidR="009467EE" w:rsidRPr="00C5273C" w:rsidRDefault="00C26961" w:rsidP="00C26961">
            <w:pPr>
              <w:pStyle w:val="ColumnHeading"/>
              <w:rPr>
                <w:sz w:val="18"/>
                <w:szCs w:val="18"/>
              </w:rPr>
            </w:pPr>
            <w:r w:rsidRPr="00C5273C">
              <w:rPr>
                <w:sz w:val="18"/>
                <w:szCs w:val="18"/>
              </w:rPr>
              <w:t>Program</w:t>
            </w:r>
            <w:r w:rsidR="00227E52" w:rsidRPr="00C5273C">
              <w:rPr>
                <w:sz w:val="18"/>
                <w:szCs w:val="18"/>
              </w:rPr>
              <w:t xml:space="preserve">: </w:t>
            </w:r>
          </w:p>
        </w:tc>
      </w:tr>
      <w:tr w:rsidR="009467EE" w:rsidTr="00D93D5C">
        <w:trPr>
          <w:trHeight w:hRule="exact" w:val="482"/>
        </w:trPr>
        <w:tc>
          <w:tcPr>
            <w:tcW w:w="4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5" w:type="dxa"/>
            </w:tcMar>
            <w:vAlign w:val="center"/>
          </w:tcPr>
          <w:p w:rsidR="009467EE" w:rsidRPr="00C5273C" w:rsidRDefault="00C26961" w:rsidP="00C26961">
            <w:pPr>
              <w:pStyle w:val="ColumnHeading"/>
              <w:rPr>
                <w:sz w:val="18"/>
                <w:szCs w:val="18"/>
              </w:rPr>
            </w:pPr>
            <w:r w:rsidRPr="00C5273C">
              <w:rPr>
                <w:sz w:val="18"/>
                <w:szCs w:val="18"/>
              </w:rPr>
              <w:t>employer</w:t>
            </w:r>
            <w:r w:rsidR="00227E52" w:rsidRPr="00C5273C">
              <w:rPr>
                <w:sz w:val="18"/>
                <w:szCs w:val="18"/>
              </w:rPr>
              <w:t xml:space="preserve">: </w:t>
            </w:r>
          </w:p>
        </w:tc>
        <w:tc>
          <w:tcPr>
            <w:tcW w:w="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5" w:type="dxa"/>
            </w:tcMar>
            <w:vAlign w:val="center"/>
          </w:tcPr>
          <w:p w:rsidR="009467EE" w:rsidRPr="00C5273C" w:rsidRDefault="00C26961">
            <w:pPr>
              <w:pStyle w:val="ColumnHeading"/>
              <w:rPr>
                <w:sz w:val="18"/>
                <w:szCs w:val="18"/>
              </w:rPr>
            </w:pPr>
            <w:r w:rsidRPr="00C5273C">
              <w:rPr>
                <w:sz w:val="18"/>
                <w:szCs w:val="18"/>
              </w:rPr>
              <w:t>home school</w:t>
            </w:r>
            <w:r w:rsidR="00227E52" w:rsidRPr="00C5273C">
              <w:rPr>
                <w:sz w:val="18"/>
                <w:szCs w:val="18"/>
              </w:rPr>
              <w:t xml:space="preserve">: </w:t>
            </w:r>
          </w:p>
        </w:tc>
      </w:tr>
      <w:tr w:rsidR="009467EE" w:rsidTr="00D93D5C">
        <w:trPr>
          <w:trHeight w:hRule="exact" w:val="691"/>
        </w:trPr>
        <w:tc>
          <w:tcPr>
            <w:tcW w:w="9476" w:type="dxa"/>
            <w:gridSpan w:val="8"/>
            <w:tcBorders>
              <w:top w:val="single" w:sz="4" w:space="0" w:color="auto"/>
            </w:tcBorders>
          </w:tcPr>
          <w:p w:rsidR="009467EE" w:rsidRDefault="009467EE">
            <w:pPr>
              <w:pStyle w:val="Copy"/>
            </w:pPr>
          </w:p>
        </w:tc>
      </w:tr>
      <w:tr w:rsidR="0030700B" w:rsidRPr="00C5273C" w:rsidTr="00760E63">
        <w:trPr>
          <w:gridBefore w:val="1"/>
          <w:gridAfter w:val="1"/>
          <w:wBefore w:w="685" w:type="dxa"/>
          <w:wAfter w:w="1138" w:type="dxa"/>
          <w:trHeight w:hRule="exact" w:val="288"/>
        </w:trPr>
        <w:tc>
          <w:tcPr>
            <w:tcW w:w="1623" w:type="dxa"/>
            <w:tcBorders>
              <w:bottom w:val="single" w:sz="4" w:space="0" w:color="auto"/>
            </w:tcBorders>
            <w:vAlign w:val="center"/>
          </w:tcPr>
          <w:p w:rsidR="0030700B" w:rsidRPr="00C5273C" w:rsidRDefault="0030700B">
            <w:pPr>
              <w:pStyle w:val="ColumnHeading"/>
              <w:rPr>
                <w:sz w:val="18"/>
                <w:szCs w:val="18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30700B" w:rsidRPr="00C5273C" w:rsidRDefault="0030700B">
            <w:pPr>
              <w:pStyle w:val="ColumnHeading"/>
              <w:rPr>
                <w:sz w:val="18"/>
                <w:szCs w:val="18"/>
              </w:rPr>
            </w:pPr>
            <w:r w:rsidRPr="00C5273C">
              <w:rPr>
                <w:sz w:val="18"/>
                <w:szCs w:val="18"/>
              </w:rPr>
              <w:t>START TIME</w:t>
            </w:r>
            <w:r w:rsidR="00760E63">
              <w:rPr>
                <w:sz w:val="18"/>
                <w:szCs w:val="18"/>
              </w:rPr>
              <w:t xml:space="preserve">/End </w:t>
            </w: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  <w:vAlign w:val="center"/>
          </w:tcPr>
          <w:p w:rsidR="0030700B" w:rsidRPr="00C5273C" w:rsidRDefault="00760E63">
            <w:pPr>
              <w:pStyle w:val="ColumnHead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Daily grade</w:t>
            </w:r>
          </w:p>
        </w:tc>
        <w:tc>
          <w:tcPr>
            <w:tcW w:w="2250" w:type="dxa"/>
            <w:gridSpan w:val="2"/>
            <w:tcBorders>
              <w:bottom w:val="single" w:sz="4" w:space="0" w:color="auto"/>
            </w:tcBorders>
            <w:vAlign w:val="center"/>
          </w:tcPr>
          <w:p w:rsidR="0030700B" w:rsidRPr="00C5273C" w:rsidRDefault="0030700B">
            <w:pPr>
              <w:pStyle w:val="ColumnHeading"/>
              <w:rPr>
                <w:b/>
                <w:sz w:val="18"/>
                <w:szCs w:val="18"/>
              </w:rPr>
            </w:pPr>
            <w:r w:rsidRPr="00C5273C">
              <w:rPr>
                <w:b/>
                <w:sz w:val="18"/>
                <w:szCs w:val="18"/>
              </w:rPr>
              <w:t>TOTAL HOURS</w:t>
            </w:r>
          </w:p>
        </w:tc>
      </w:tr>
      <w:tr w:rsidR="0030700B" w:rsidRPr="00C5273C" w:rsidTr="00760E63">
        <w:trPr>
          <w:gridBefore w:val="1"/>
          <w:gridAfter w:val="1"/>
          <w:wBefore w:w="685" w:type="dxa"/>
          <w:wAfter w:w="1138" w:type="dxa"/>
          <w:trHeight w:val="288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00B" w:rsidRPr="00C5273C" w:rsidRDefault="0030700B">
            <w:pPr>
              <w:pStyle w:val="Copy"/>
              <w:rPr>
                <w:sz w:val="18"/>
                <w:szCs w:val="18"/>
              </w:rPr>
            </w:pPr>
            <w:r w:rsidRPr="00C5273C">
              <w:rPr>
                <w:sz w:val="18"/>
                <w:szCs w:val="18"/>
              </w:rPr>
              <w:t>MONDAY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00B" w:rsidRPr="00C5273C" w:rsidRDefault="0030700B">
            <w:pPr>
              <w:pStyle w:val="Right-AlignedCopy"/>
              <w:rPr>
                <w:i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00B" w:rsidRPr="00C5273C" w:rsidRDefault="0030700B">
            <w:pPr>
              <w:pStyle w:val="Right-AlignedCopy"/>
              <w:rPr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00B" w:rsidRPr="00C5273C" w:rsidRDefault="0030700B">
            <w:pPr>
              <w:pStyle w:val="Right-AlignedCopy"/>
              <w:rPr>
                <w:sz w:val="18"/>
                <w:szCs w:val="18"/>
              </w:rPr>
            </w:pPr>
          </w:p>
        </w:tc>
      </w:tr>
      <w:tr w:rsidR="0030700B" w:rsidRPr="00C5273C" w:rsidTr="00760E63">
        <w:trPr>
          <w:gridBefore w:val="1"/>
          <w:gridAfter w:val="1"/>
          <w:wBefore w:w="685" w:type="dxa"/>
          <w:wAfter w:w="1138" w:type="dxa"/>
          <w:trHeight w:val="288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00B" w:rsidRPr="00C5273C" w:rsidRDefault="0030700B">
            <w:pPr>
              <w:pStyle w:val="Copy"/>
              <w:rPr>
                <w:sz w:val="18"/>
                <w:szCs w:val="18"/>
              </w:rPr>
            </w:pPr>
            <w:r w:rsidRPr="00C5273C">
              <w:rPr>
                <w:sz w:val="18"/>
                <w:szCs w:val="18"/>
              </w:rPr>
              <w:t>TUESDAY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00B" w:rsidRPr="00C5273C" w:rsidRDefault="0030700B">
            <w:pPr>
              <w:pStyle w:val="Right-AlignedCopy"/>
              <w:rPr>
                <w:i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00B" w:rsidRPr="00C5273C" w:rsidRDefault="0030700B">
            <w:pPr>
              <w:pStyle w:val="Right-AlignedCopy"/>
              <w:rPr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00B" w:rsidRPr="00C5273C" w:rsidRDefault="0030700B">
            <w:pPr>
              <w:pStyle w:val="Right-AlignedCopy"/>
              <w:rPr>
                <w:sz w:val="18"/>
                <w:szCs w:val="18"/>
              </w:rPr>
            </w:pPr>
          </w:p>
        </w:tc>
      </w:tr>
      <w:tr w:rsidR="0030700B" w:rsidRPr="00C5273C" w:rsidTr="00760E63">
        <w:trPr>
          <w:gridBefore w:val="1"/>
          <w:gridAfter w:val="1"/>
          <w:wBefore w:w="685" w:type="dxa"/>
          <w:wAfter w:w="1138" w:type="dxa"/>
          <w:trHeight w:val="288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00B" w:rsidRPr="00C5273C" w:rsidRDefault="0030700B">
            <w:pPr>
              <w:pStyle w:val="Copy"/>
              <w:rPr>
                <w:sz w:val="18"/>
                <w:szCs w:val="18"/>
              </w:rPr>
            </w:pPr>
            <w:r w:rsidRPr="00C5273C">
              <w:rPr>
                <w:sz w:val="18"/>
                <w:szCs w:val="18"/>
              </w:rPr>
              <w:t>WEDNESDAY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00B" w:rsidRPr="00C5273C" w:rsidRDefault="0030700B">
            <w:pPr>
              <w:pStyle w:val="Right-AlignedCopy"/>
              <w:rPr>
                <w:i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00B" w:rsidRPr="00C5273C" w:rsidRDefault="0030700B">
            <w:pPr>
              <w:pStyle w:val="Right-AlignedCopy"/>
              <w:rPr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00B" w:rsidRPr="00C5273C" w:rsidRDefault="0030700B">
            <w:pPr>
              <w:pStyle w:val="Right-AlignedCopy"/>
              <w:rPr>
                <w:sz w:val="18"/>
                <w:szCs w:val="18"/>
              </w:rPr>
            </w:pPr>
          </w:p>
        </w:tc>
      </w:tr>
      <w:tr w:rsidR="0030700B" w:rsidRPr="00C5273C" w:rsidTr="00760E63">
        <w:trPr>
          <w:gridBefore w:val="1"/>
          <w:gridAfter w:val="1"/>
          <w:wBefore w:w="685" w:type="dxa"/>
          <w:wAfter w:w="1138" w:type="dxa"/>
          <w:trHeight w:val="288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00B" w:rsidRPr="00C5273C" w:rsidRDefault="0030700B">
            <w:pPr>
              <w:pStyle w:val="Copy"/>
              <w:rPr>
                <w:sz w:val="18"/>
                <w:szCs w:val="18"/>
              </w:rPr>
            </w:pPr>
            <w:r w:rsidRPr="00C5273C">
              <w:rPr>
                <w:sz w:val="18"/>
                <w:szCs w:val="18"/>
              </w:rPr>
              <w:t>THURSDAY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00B" w:rsidRPr="00C5273C" w:rsidRDefault="0030700B">
            <w:pPr>
              <w:pStyle w:val="Right-AlignedCopy"/>
              <w:rPr>
                <w:i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00B" w:rsidRPr="00C5273C" w:rsidRDefault="0030700B">
            <w:pPr>
              <w:pStyle w:val="Right-AlignedCopy"/>
              <w:rPr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00B" w:rsidRPr="00C5273C" w:rsidRDefault="0030700B">
            <w:pPr>
              <w:pStyle w:val="Right-AlignedCopy"/>
              <w:rPr>
                <w:sz w:val="18"/>
                <w:szCs w:val="18"/>
              </w:rPr>
            </w:pPr>
          </w:p>
        </w:tc>
      </w:tr>
      <w:tr w:rsidR="0030700B" w:rsidRPr="00C5273C" w:rsidTr="00760E63">
        <w:trPr>
          <w:gridBefore w:val="1"/>
          <w:gridAfter w:val="1"/>
          <w:wBefore w:w="685" w:type="dxa"/>
          <w:wAfter w:w="1138" w:type="dxa"/>
          <w:trHeight w:val="288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00B" w:rsidRPr="00C5273C" w:rsidRDefault="0030700B">
            <w:pPr>
              <w:pStyle w:val="Copy"/>
              <w:rPr>
                <w:sz w:val="18"/>
                <w:szCs w:val="18"/>
              </w:rPr>
            </w:pPr>
            <w:r w:rsidRPr="00C5273C">
              <w:rPr>
                <w:sz w:val="18"/>
                <w:szCs w:val="18"/>
              </w:rPr>
              <w:t>FRIDAY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00B" w:rsidRPr="00C5273C" w:rsidRDefault="0030700B">
            <w:pPr>
              <w:pStyle w:val="Right-AlignedCopy"/>
              <w:rPr>
                <w:i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00B" w:rsidRPr="00C5273C" w:rsidRDefault="0030700B">
            <w:pPr>
              <w:pStyle w:val="Right-AlignedCopy"/>
              <w:rPr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00B" w:rsidRPr="00C5273C" w:rsidRDefault="0030700B">
            <w:pPr>
              <w:pStyle w:val="Right-AlignedCopy"/>
              <w:rPr>
                <w:sz w:val="18"/>
                <w:szCs w:val="18"/>
              </w:rPr>
            </w:pPr>
          </w:p>
        </w:tc>
      </w:tr>
      <w:tr w:rsidR="0030700B" w:rsidRPr="00C5273C" w:rsidTr="00760E63">
        <w:trPr>
          <w:gridBefore w:val="1"/>
          <w:gridAfter w:val="1"/>
          <w:wBefore w:w="685" w:type="dxa"/>
          <w:wAfter w:w="1138" w:type="dxa"/>
          <w:trHeight w:val="288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00B" w:rsidRPr="00C5273C" w:rsidRDefault="0030700B">
            <w:pPr>
              <w:pStyle w:val="Copy"/>
              <w:rPr>
                <w:sz w:val="18"/>
                <w:szCs w:val="18"/>
              </w:rPr>
            </w:pPr>
            <w:r w:rsidRPr="00C5273C">
              <w:rPr>
                <w:sz w:val="18"/>
                <w:szCs w:val="18"/>
              </w:rPr>
              <w:t>SATURDAY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00B" w:rsidRPr="00C5273C" w:rsidRDefault="0030700B">
            <w:pPr>
              <w:pStyle w:val="Right-AlignedCopy"/>
              <w:rPr>
                <w:i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00B" w:rsidRPr="00C5273C" w:rsidRDefault="0030700B">
            <w:pPr>
              <w:pStyle w:val="Right-AlignedCopy"/>
              <w:rPr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00B" w:rsidRPr="00C5273C" w:rsidRDefault="0030700B">
            <w:pPr>
              <w:pStyle w:val="Right-AlignedCopy"/>
              <w:rPr>
                <w:sz w:val="18"/>
                <w:szCs w:val="18"/>
              </w:rPr>
            </w:pPr>
          </w:p>
        </w:tc>
      </w:tr>
      <w:tr w:rsidR="0030700B" w:rsidRPr="00C5273C" w:rsidTr="00760E63">
        <w:trPr>
          <w:gridBefore w:val="1"/>
          <w:gridAfter w:val="1"/>
          <w:wBefore w:w="685" w:type="dxa"/>
          <w:wAfter w:w="1138" w:type="dxa"/>
          <w:trHeight w:val="288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00B" w:rsidRPr="00C5273C" w:rsidRDefault="0030700B">
            <w:pPr>
              <w:pStyle w:val="Copy"/>
              <w:rPr>
                <w:sz w:val="18"/>
                <w:szCs w:val="18"/>
              </w:rPr>
            </w:pPr>
            <w:r w:rsidRPr="00C5273C">
              <w:rPr>
                <w:sz w:val="18"/>
                <w:szCs w:val="18"/>
              </w:rPr>
              <w:t>SUNDAY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00B" w:rsidRPr="00C5273C" w:rsidRDefault="0030700B">
            <w:pPr>
              <w:pStyle w:val="Right-AlignedCopy"/>
              <w:rPr>
                <w:i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00B" w:rsidRPr="00C5273C" w:rsidRDefault="0030700B">
            <w:pPr>
              <w:pStyle w:val="Right-AlignedCopy"/>
              <w:rPr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00B" w:rsidRPr="00C5273C" w:rsidRDefault="0030700B">
            <w:pPr>
              <w:pStyle w:val="Right-AlignedCopy"/>
              <w:rPr>
                <w:sz w:val="18"/>
                <w:szCs w:val="18"/>
              </w:rPr>
            </w:pPr>
          </w:p>
        </w:tc>
      </w:tr>
      <w:tr w:rsidR="00354DEE" w:rsidRPr="00C5273C" w:rsidTr="00760E63">
        <w:trPr>
          <w:gridBefore w:val="1"/>
          <w:gridAfter w:val="1"/>
          <w:wBefore w:w="685" w:type="dxa"/>
          <w:wAfter w:w="1138" w:type="dxa"/>
          <w:trHeight w:val="288"/>
        </w:trPr>
        <w:tc>
          <w:tcPr>
            <w:tcW w:w="16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54DEE" w:rsidRPr="00C5273C" w:rsidRDefault="00354DEE">
            <w:pPr>
              <w:pStyle w:val="Copy"/>
              <w:rPr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54DEE" w:rsidRPr="00C5273C" w:rsidRDefault="00354DEE">
            <w:pPr>
              <w:pStyle w:val="Right-AlignedCopy"/>
              <w:rPr>
                <w:i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DEE" w:rsidRPr="00354DEE" w:rsidRDefault="00354DEE" w:rsidP="00354DEE">
            <w:pPr>
              <w:pStyle w:val="Right-AlignedCopy"/>
              <w:jc w:val="center"/>
              <w:rPr>
                <w:b/>
                <w:sz w:val="18"/>
                <w:szCs w:val="18"/>
              </w:rPr>
            </w:pPr>
            <w:r w:rsidRPr="00354DEE">
              <w:rPr>
                <w:b/>
                <w:sz w:val="18"/>
                <w:szCs w:val="18"/>
              </w:rPr>
              <w:t xml:space="preserve">WEEKLY TOTAL:   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DEE" w:rsidRPr="00C5273C" w:rsidRDefault="00354DEE">
            <w:pPr>
              <w:pStyle w:val="Right-AlignedCopy"/>
              <w:rPr>
                <w:sz w:val="18"/>
                <w:szCs w:val="18"/>
              </w:rPr>
            </w:pPr>
          </w:p>
        </w:tc>
      </w:tr>
      <w:tr w:rsidR="009467EE" w:rsidTr="00D93D5C">
        <w:trPr>
          <w:trHeight w:hRule="exact" w:val="691"/>
        </w:trPr>
        <w:tc>
          <w:tcPr>
            <w:tcW w:w="9476" w:type="dxa"/>
            <w:gridSpan w:val="8"/>
            <w:tcBorders>
              <w:bottom w:val="single" w:sz="4" w:space="0" w:color="auto"/>
            </w:tcBorders>
          </w:tcPr>
          <w:p w:rsidR="009467EE" w:rsidRDefault="009467EE"/>
        </w:tc>
      </w:tr>
      <w:tr w:rsidR="009467EE" w:rsidTr="00D93D5C">
        <w:trPr>
          <w:trHeight w:hRule="exact" w:val="518"/>
        </w:trPr>
        <w:tc>
          <w:tcPr>
            <w:tcW w:w="6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5" w:type="dxa"/>
            </w:tcMar>
            <w:vAlign w:val="center"/>
          </w:tcPr>
          <w:p w:rsidR="009467EE" w:rsidRPr="00C5273C" w:rsidRDefault="00C26961">
            <w:pPr>
              <w:pStyle w:val="ColumnHeading"/>
              <w:rPr>
                <w:sz w:val="18"/>
                <w:szCs w:val="18"/>
              </w:rPr>
            </w:pPr>
            <w:r w:rsidRPr="00C5273C">
              <w:rPr>
                <w:sz w:val="18"/>
                <w:szCs w:val="18"/>
              </w:rPr>
              <w:t>Employer</w:t>
            </w:r>
            <w:r w:rsidR="00227E52" w:rsidRPr="00C5273C">
              <w:rPr>
                <w:sz w:val="18"/>
                <w:szCs w:val="18"/>
              </w:rPr>
              <w:t xml:space="preserve"> signature: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5" w:type="dxa"/>
            </w:tcMar>
            <w:vAlign w:val="center"/>
          </w:tcPr>
          <w:p w:rsidR="009467EE" w:rsidRPr="00C5273C" w:rsidRDefault="00227E52" w:rsidP="001404E3">
            <w:pPr>
              <w:pStyle w:val="ColumnHeading"/>
              <w:rPr>
                <w:sz w:val="18"/>
                <w:szCs w:val="18"/>
              </w:rPr>
            </w:pPr>
            <w:r w:rsidRPr="00C5273C">
              <w:rPr>
                <w:sz w:val="18"/>
                <w:szCs w:val="18"/>
              </w:rPr>
              <w:t xml:space="preserve">Date: </w:t>
            </w:r>
          </w:p>
        </w:tc>
      </w:tr>
      <w:tr w:rsidR="009467EE" w:rsidTr="00D93D5C">
        <w:trPr>
          <w:trHeight w:hRule="exact" w:val="482"/>
        </w:trPr>
        <w:tc>
          <w:tcPr>
            <w:tcW w:w="6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5" w:type="dxa"/>
            </w:tcMar>
            <w:vAlign w:val="center"/>
          </w:tcPr>
          <w:p w:rsidR="009467EE" w:rsidRDefault="00C26961">
            <w:pPr>
              <w:pStyle w:val="ColumnHeading"/>
              <w:rPr>
                <w:sz w:val="18"/>
                <w:szCs w:val="18"/>
              </w:rPr>
            </w:pPr>
            <w:r w:rsidRPr="00C5273C">
              <w:rPr>
                <w:sz w:val="18"/>
                <w:szCs w:val="18"/>
              </w:rPr>
              <w:t>student</w:t>
            </w:r>
            <w:r w:rsidR="00227E52" w:rsidRPr="00C5273C">
              <w:rPr>
                <w:sz w:val="18"/>
                <w:szCs w:val="18"/>
              </w:rPr>
              <w:t xml:space="preserve"> signature:</w:t>
            </w:r>
          </w:p>
          <w:p w:rsidR="00760E63" w:rsidRDefault="00760E63">
            <w:pPr>
              <w:pStyle w:val="ColumnHeading"/>
              <w:rPr>
                <w:sz w:val="18"/>
                <w:szCs w:val="18"/>
              </w:rPr>
            </w:pPr>
          </w:p>
          <w:p w:rsidR="00760E63" w:rsidRPr="00C5273C" w:rsidRDefault="00760E63">
            <w:pPr>
              <w:pStyle w:val="ColumnHeading"/>
              <w:rPr>
                <w:sz w:val="18"/>
                <w:szCs w:val="18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5" w:type="dxa"/>
            </w:tcMar>
            <w:vAlign w:val="center"/>
          </w:tcPr>
          <w:p w:rsidR="009467EE" w:rsidRPr="00C5273C" w:rsidRDefault="00227E52" w:rsidP="001404E3">
            <w:pPr>
              <w:pStyle w:val="ColumnHeading"/>
              <w:rPr>
                <w:sz w:val="18"/>
                <w:szCs w:val="18"/>
              </w:rPr>
            </w:pPr>
            <w:r w:rsidRPr="00C5273C">
              <w:rPr>
                <w:sz w:val="18"/>
                <w:szCs w:val="18"/>
              </w:rPr>
              <w:t xml:space="preserve">Date: </w:t>
            </w:r>
          </w:p>
        </w:tc>
      </w:tr>
      <w:tr w:rsidR="00760E63" w:rsidTr="00760E63">
        <w:trPr>
          <w:trHeight w:hRule="exact" w:val="1121"/>
        </w:trPr>
        <w:tc>
          <w:tcPr>
            <w:tcW w:w="6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5" w:type="dxa"/>
            </w:tcMar>
            <w:vAlign w:val="center"/>
          </w:tcPr>
          <w:p w:rsidR="00760E63" w:rsidRPr="00C5273C" w:rsidRDefault="00760E63">
            <w:pPr>
              <w:pStyle w:val="ColumnHead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Mentor Comments: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5" w:type="dxa"/>
            </w:tcMar>
            <w:vAlign w:val="center"/>
          </w:tcPr>
          <w:p w:rsidR="00760E63" w:rsidRPr="00C5273C" w:rsidRDefault="00760E63" w:rsidP="001404E3">
            <w:pPr>
              <w:pStyle w:val="ColumnHead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</w:tc>
      </w:tr>
      <w:tr w:rsidR="00760E63" w:rsidTr="00D93D5C">
        <w:trPr>
          <w:trHeight w:hRule="exact" w:val="482"/>
        </w:trPr>
        <w:tc>
          <w:tcPr>
            <w:tcW w:w="6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5" w:type="dxa"/>
            </w:tcMar>
            <w:vAlign w:val="center"/>
          </w:tcPr>
          <w:p w:rsidR="00760E63" w:rsidRDefault="00760E63">
            <w:pPr>
              <w:pStyle w:val="ColumnHeading"/>
              <w:rPr>
                <w:sz w:val="18"/>
                <w:szCs w:val="18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5" w:type="dxa"/>
            </w:tcMar>
            <w:vAlign w:val="center"/>
          </w:tcPr>
          <w:p w:rsidR="00760E63" w:rsidRDefault="00760E63" w:rsidP="001404E3">
            <w:pPr>
              <w:pStyle w:val="ColumnHeading"/>
              <w:rPr>
                <w:sz w:val="18"/>
                <w:szCs w:val="18"/>
              </w:rPr>
            </w:pPr>
          </w:p>
        </w:tc>
      </w:tr>
    </w:tbl>
    <w:p w:rsidR="009467EE" w:rsidRDefault="0030700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1351280</wp:posOffset>
                </wp:positionH>
                <wp:positionV relativeFrom="paragraph">
                  <wp:posOffset>230975</wp:posOffset>
                </wp:positionV>
                <wp:extent cx="3327621" cy="1224501"/>
                <wp:effectExtent l="0" t="0" r="25400" b="1397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7621" cy="12245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6961" w:rsidRDefault="00C26961" w:rsidP="00C2696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D93D5C" w:rsidRPr="009F6FB8" w:rsidRDefault="00C26961" w:rsidP="00C2696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/>
                                <w:bCs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F6FB8">
                              <w:rPr>
                                <w:rFonts w:asciiTheme="minorHAnsi" w:hAnsiTheme="minorHAnsi"/>
                                <w:bCs/>
                                <w:iCs/>
                                <w:color w:val="000000"/>
                                <w:sz w:val="20"/>
                                <w:szCs w:val="20"/>
                              </w:rPr>
                              <w:t xml:space="preserve">This time sheet is </w:t>
                            </w:r>
                            <w:r w:rsidR="00D93D5C" w:rsidRPr="009F6FB8">
                              <w:rPr>
                                <w:rFonts w:asciiTheme="minorHAnsi" w:hAnsiTheme="minorHAnsi"/>
                                <w:bCs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to be turned in to the Job Leads</w:t>
                            </w:r>
                            <w:r w:rsidRPr="009F6FB8">
                              <w:rPr>
                                <w:rFonts w:asciiTheme="minorHAnsi" w:hAnsiTheme="minorHAnsi"/>
                                <w:bCs/>
                                <w:iCs/>
                                <w:color w:val="000000"/>
                                <w:sz w:val="20"/>
                                <w:szCs w:val="20"/>
                              </w:rPr>
                              <w:t xml:space="preserve"> office every Monday morning for the previous work week.</w:t>
                            </w:r>
                          </w:p>
                          <w:p w:rsidR="00D93D5C" w:rsidRDefault="00C26961" w:rsidP="00C2696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/>
                                <w:bCs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26961">
                              <w:rPr>
                                <w:rFonts w:asciiTheme="minorHAnsi" w:hAnsiTheme="minorHAnsi"/>
                                <w:bCs/>
                                <w:iCs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D93D5C" w:rsidRDefault="00C26961" w:rsidP="00C2696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/>
                                <w:bCs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26961">
                              <w:rPr>
                                <w:rFonts w:asciiTheme="minorHAnsi" w:hAnsiTheme="minorHAnsi"/>
                                <w:bCs/>
                                <w:iCs/>
                                <w:color w:val="000000"/>
                                <w:sz w:val="20"/>
                                <w:szCs w:val="20"/>
                              </w:rPr>
                              <w:t xml:space="preserve">Failure to turn in this time sheet may result in being pulled from the Early Job Placement Program. </w:t>
                            </w:r>
                          </w:p>
                          <w:p w:rsidR="00D93D5C" w:rsidRPr="00D93D5C" w:rsidRDefault="00D93D5C" w:rsidP="00C2696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/>
                                <w:bCs/>
                                <w:iCs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 w:rsidR="00C26961" w:rsidRPr="00D93D5C" w:rsidRDefault="00C26961" w:rsidP="00C2696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/>
                                <w:i/>
                              </w:rPr>
                            </w:pPr>
                            <w:r w:rsidRPr="00D93D5C">
                              <w:rPr>
                                <w:rFonts w:asciiTheme="minorHAnsi" w:hAnsiTheme="minorHAnsi"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Thank you!</w:t>
                            </w:r>
                          </w:p>
                        </w:txbxContent>
                      </wps:txbx>
                      <wps:bodyPr rot="0" vert="horz" wrap="square" lIns="27432" tIns="27432" rIns="27432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06.4pt;margin-top:18.2pt;width:262pt;height:9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">
                <v:textbox inset="2.16pt,2.16pt,2.16pt,0">
                  <w:txbxContent>
                    <w:p w:rsidR="00C26961" w:rsidRDefault="00C26961" w:rsidP="00C26961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i/>
                          <w:iCs/>
                          <w:color w:val="000000"/>
                          <w:sz w:val="20"/>
                          <w:szCs w:val="20"/>
                        </w:rPr>
                      </w:pPr>
                    </w:p>
                    <w:p w:rsidR="00D93D5C" w:rsidRPr="009F6FB8" w:rsidRDefault="00C26961" w:rsidP="00C26961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/>
                          <w:bCs/>
                          <w:iCs/>
                          <w:color w:val="000000"/>
                          <w:sz w:val="20"/>
                          <w:szCs w:val="20"/>
                        </w:rPr>
                      </w:pPr>
                      <w:r w:rsidRPr="009F6FB8">
                        <w:rPr>
                          <w:rFonts w:asciiTheme="minorHAnsi" w:hAnsiTheme="minorHAnsi"/>
                          <w:bCs/>
                          <w:iCs/>
                          <w:color w:val="000000"/>
                          <w:sz w:val="20"/>
                          <w:szCs w:val="20"/>
                        </w:rPr>
                        <w:t xml:space="preserve">This time sheet is </w:t>
                      </w:r>
                      <w:r w:rsidR="00D93D5C" w:rsidRPr="009F6FB8">
                        <w:rPr>
                          <w:rFonts w:asciiTheme="minorHAnsi" w:hAnsiTheme="minorHAnsi"/>
                          <w:bCs/>
                          <w:iCs/>
                          <w:color w:val="000000"/>
                          <w:sz w:val="20"/>
                          <w:szCs w:val="20"/>
                        </w:rPr>
                        <w:t>to be turned in to the Job Leads</w:t>
                      </w:r>
                      <w:r w:rsidRPr="009F6FB8">
                        <w:rPr>
                          <w:rFonts w:asciiTheme="minorHAnsi" w:hAnsiTheme="minorHAnsi"/>
                          <w:bCs/>
                          <w:iCs/>
                          <w:color w:val="000000"/>
                          <w:sz w:val="20"/>
                          <w:szCs w:val="20"/>
                        </w:rPr>
                        <w:t xml:space="preserve"> office every Monday morning for the previous work week.</w:t>
                      </w:r>
                    </w:p>
                    <w:p w:rsidR="00D93D5C" w:rsidRDefault="00C26961" w:rsidP="00C26961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/>
                          <w:bCs/>
                          <w:iCs/>
                          <w:color w:val="000000"/>
                          <w:sz w:val="20"/>
                          <w:szCs w:val="20"/>
                        </w:rPr>
                      </w:pPr>
                      <w:r w:rsidRPr="00C26961">
                        <w:rPr>
                          <w:rFonts w:asciiTheme="minorHAnsi" w:hAnsiTheme="minorHAnsi"/>
                          <w:bCs/>
                          <w:iCs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:rsidR="00D93D5C" w:rsidRDefault="00C26961" w:rsidP="00C26961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/>
                          <w:bCs/>
                          <w:iCs/>
                          <w:color w:val="000000"/>
                          <w:sz w:val="20"/>
                          <w:szCs w:val="20"/>
                        </w:rPr>
                      </w:pPr>
                      <w:r w:rsidRPr="00C26961">
                        <w:rPr>
                          <w:rFonts w:asciiTheme="minorHAnsi" w:hAnsiTheme="minorHAnsi"/>
                          <w:bCs/>
                          <w:iCs/>
                          <w:color w:val="000000"/>
                          <w:sz w:val="20"/>
                          <w:szCs w:val="20"/>
                        </w:rPr>
                        <w:t xml:space="preserve">Failure to turn in this time sheet may result in being pulled from the Early Job Placement Program. </w:t>
                      </w:r>
                    </w:p>
                    <w:p w:rsidR="00D93D5C" w:rsidRPr="00D93D5C" w:rsidRDefault="00D93D5C" w:rsidP="00C26961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/>
                          <w:bCs/>
                          <w:iCs/>
                          <w:color w:val="000000"/>
                          <w:sz w:val="10"/>
                          <w:szCs w:val="10"/>
                        </w:rPr>
                      </w:pPr>
                    </w:p>
                    <w:p w:rsidR="00C26961" w:rsidRPr="00D93D5C" w:rsidRDefault="00C26961" w:rsidP="00C26961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/>
                          <w:i/>
                        </w:rPr>
                      </w:pPr>
                      <w:r w:rsidRPr="00D93D5C">
                        <w:rPr>
                          <w:rFonts w:asciiTheme="minorHAnsi" w:hAnsiTheme="minorHAnsi"/>
                          <w:bCs/>
                          <w:i/>
                          <w:iCs/>
                          <w:color w:val="000000"/>
                          <w:sz w:val="20"/>
                          <w:szCs w:val="20"/>
                        </w:rPr>
                        <w:t>Thank you!</w:t>
                      </w:r>
                    </w:p>
                  </w:txbxContent>
                </v:textbox>
              </v:rect>
            </w:pict>
          </mc:Fallback>
        </mc:AlternateContent>
      </w:r>
    </w:p>
    <w:sectPr w:rsidR="009467EE">
      <w:headerReference w:type="default" r:id="rId11"/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BF6" w:rsidRDefault="002D0BF6">
      <w:pPr>
        <w:pStyle w:val="Heading1"/>
        <w:rPr>
          <w:caps w:val="0"/>
          <w:spacing w:val="0"/>
          <w:sz w:val="18"/>
        </w:rPr>
      </w:pPr>
      <w:r>
        <w:separator/>
      </w:r>
    </w:p>
  </w:endnote>
  <w:endnote w:type="continuationSeparator" w:id="0">
    <w:p w:rsidR="002D0BF6" w:rsidRDefault="002D0BF6">
      <w:pPr>
        <w:pStyle w:val="Heading1"/>
        <w:rPr>
          <w:caps w:val="0"/>
          <w:spacing w:val="0"/>
          <w:sz w:val="18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BF6" w:rsidRDefault="002D0BF6">
      <w:pPr>
        <w:pStyle w:val="Heading1"/>
        <w:rPr>
          <w:caps w:val="0"/>
          <w:spacing w:val="0"/>
          <w:sz w:val="18"/>
        </w:rPr>
      </w:pPr>
      <w:r>
        <w:separator/>
      </w:r>
    </w:p>
  </w:footnote>
  <w:footnote w:type="continuationSeparator" w:id="0">
    <w:p w:rsidR="002D0BF6" w:rsidRDefault="002D0BF6">
      <w:pPr>
        <w:pStyle w:val="Heading1"/>
        <w:rPr>
          <w:caps w:val="0"/>
          <w:spacing w:val="0"/>
          <w:sz w:val="18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FAD" w:rsidRDefault="00902FAD" w:rsidP="00902FAD">
    <w:pPr>
      <w:rPr>
        <w:sz w:val="28"/>
        <w:szCs w:val="28"/>
      </w:rPr>
    </w:pPr>
    <w:r w:rsidRPr="00E54BA3">
      <w:rPr>
        <w:sz w:val="28"/>
        <w:szCs w:val="28"/>
      </w:rPr>
      <w:t xml:space="preserve">                           </w:t>
    </w:r>
    <w:r>
      <w:rPr>
        <w:sz w:val="28"/>
        <w:szCs w:val="28"/>
      </w:rPr>
      <w:t xml:space="preserve">  </w:t>
    </w:r>
  </w:p>
  <w:p w:rsidR="00902FAD" w:rsidRDefault="00902FAD" w:rsidP="00902FAD">
    <w:pPr>
      <w:rPr>
        <w:sz w:val="28"/>
        <w:szCs w:val="28"/>
      </w:rPr>
    </w:pPr>
  </w:p>
  <w:p w:rsidR="00902FAD" w:rsidRDefault="00902FAD" w:rsidP="00902FAD">
    <w:pPr>
      <w:rPr>
        <w:rFonts w:ascii="Lucida Fax" w:eastAsia="Adobe Gothic Std B" w:hAnsi="Lucida Fax"/>
        <w:b/>
        <w:sz w:val="28"/>
        <w:szCs w:val="28"/>
      </w:rPr>
    </w:pPr>
    <w:r w:rsidRPr="00E54BA3">
      <w:rPr>
        <w:sz w:val="28"/>
        <w:szCs w:val="28"/>
      </w:rPr>
      <w:t xml:space="preserve"> </w:t>
    </w:r>
    <w:r>
      <w:rPr>
        <w:rFonts w:ascii="Arial" w:hAnsi="Arial" w:cs="Arial"/>
        <w:noProof/>
        <w:sz w:val="20"/>
        <w:szCs w:val="20"/>
      </w:rPr>
      <w:drawing>
        <wp:inline distT="0" distB="0" distL="0" distR="0" wp14:anchorId="28EB2331" wp14:editId="5FB1E14C">
          <wp:extent cx="778274" cy="703984"/>
          <wp:effectExtent l="0" t="0" r="3175" b="1270"/>
          <wp:docPr id="3" name="Picture 3" descr="IB-TEC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-TECH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504" cy="706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54BA3">
      <w:rPr>
        <w:rFonts w:ascii="Lucida Fax" w:eastAsia="Adobe Gothic Std B" w:hAnsi="Lucida Fax"/>
        <w:b/>
        <w:sz w:val="28"/>
        <w:szCs w:val="28"/>
      </w:rPr>
      <w:t>IB-TECH</w:t>
    </w:r>
    <w:r>
      <w:rPr>
        <w:noProof/>
      </w:rPr>
      <w:t xml:space="preserve">                                                      </w:t>
    </w:r>
    <w:r>
      <w:rPr>
        <w:noProof/>
      </w:rPr>
      <w:drawing>
        <wp:inline distT="0" distB="0" distL="0" distR="0" wp14:anchorId="6F5168C8" wp14:editId="212DAFDA">
          <wp:extent cx="2417197" cy="695954"/>
          <wp:effectExtent l="0" t="0" r="254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oneerLogo smaller.T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8523" cy="699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5273C" w:rsidRDefault="00902FAD" w:rsidP="00902FAD">
    <w:pPr>
      <w:pStyle w:val="Header"/>
      <w:ind w:firstLine="720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C4FA3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10863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46942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53B6D5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9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EA1"/>
    <w:rsid w:val="001404E3"/>
    <w:rsid w:val="00143CAC"/>
    <w:rsid w:val="001D2EBF"/>
    <w:rsid w:val="00227E52"/>
    <w:rsid w:val="002D0BF6"/>
    <w:rsid w:val="0030700B"/>
    <w:rsid w:val="00354DEE"/>
    <w:rsid w:val="003C279A"/>
    <w:rsid w:val="003F212B"/>
    <w:rsid w:val="005B5E29"/>
    <w:rsid w:val="00661EA1"/>
    <w:rsid w:val="00687CD3"/>
    <w:rsid w:val="006D28CB"/>
    <w:rsid w:val="00760E63"/>
    <w:rsid w:val="0087028C"/>
    <w:rsid w:val="008917B0"/>
    <w:rsid w:val="00902FAD"/>
    <w:rsid w:val="009467EE"/>
    <w:rsid w:val="009F6FB8"/>
    <w:rsid w:val="00A6622C"/>
    <w:rsid w:val="00B54AE6"/>
    <w:rsid w:val="00B66CFE"/>
    <w:rsid w:val="00BA6C76"/>
    <w:rsid w:val="00C26961"/>
    <w:rsid w:val="00C5273C"/>
    <w:rsid w:val="00D92936"/>
    <w:rsid w:val="00D93D5C"/>
    <w:rsid w:val="00F8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pPr>
      <w:spacing w:after="0" w:line="240" w:lineRule="auto"/>
    </w:pPr>
    <w:rPr>
      <w:sz w:val="18"/>
    </w:rPr>
  </w:style>
  <w:style w:type="paragraph" w:styleId="Heading1">
    <w:name w:val="heading 1"/>
    <w:basedOn w:val="Normal"/>
    <w:next w:val="Normal"/>
    <w:link w:val="Heading1Char"/>
    <w:uiPriority w:val="1"/>
    <w:unhideWhenUsed/>
    <w:pPr>
      <w:outlineLvl w:val="0"/>
    </w:pPr>
    <w:rPr>
      <w:caps/>
      <w:spacing w:val="10"/>
      <w:sz w:val="14"/>
    </w:rPr>
  </w:style>
  <w:style w:type="paragraph" w:styleId="Heading2">
    <w:name w:val="heading 2"/>
    <w:basedOn w:val="Heading1"/>
    <w:next w:val="Normal"/>
    <w:link w:val="Heading2Char"/>
    <w:uiPriority w:val="1"/>
    <w:semiHidden/>
    <w:unhideWhenUsed/>
    <w:qFormat/>
    <w:pPr>
      <w:jc w:val="center"/>
      <w:outlineLvl w:val="1"/>
    </w:pPr>
  </w:style>
  <w:style w:type="paragraph" w:styleId="Heading3">
    <w:name w:val="heading 3"/>
    <w:basedOn w:val="Heading4"/>
    <w:next w:val="Normal"/>
    <w:link w:val="Heading3Char"/>
    <w:uiPriority w:val="1"/>
    <w:semiHidden/>
    <w:unhideWhenUsed/>
    <w:qFormat/>
    <w:pPr>
      <w:outlineLvl w:val="2"/>
    </w:pPr>
  </w:style>
  <w:style w:type="paragraph" w:styleId="Heading4">
    <w:name w:val="heading 4"/>
    <w:basedOn w:val="Heading1"/>
    <w:next w:val="Normal"/>
    <w:link w:val="Heading4Char"/>
    <w:uiPriority w:val="1"/>
    <w:semiHidden/>
    <w:unhideWhenUsed/>
    <w:qFormat/>
    <w:pPr>
      <w:jc w:val="right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Pr>
      <w:caps/>
      <w:spacing w:val="10"/>
      <w:sz w:val="14"/>
    </w:rPr>
  </w:style>
  <w:style w:type="character" w:customStyle="1" w:styleId="Heading2Char">
    <w:name w:val="Heading 2 Char"/>
    <w:basedOn w:val="DefaultParagraphFont"/>
    <w:link w:val="Heading2"/>
    <w:uiPriority w:val="1"/>
    <w:semiHidden/>
    <w:rPr>
      <w:caps/>
      <w:spacing w:val="10"/>
      <w:sz w:val="14"/>
    </w:rPr>
  </w:style>
  <w:style w:type="paragraph" w:customStyle="1" w:styleId="Copy">
    <w:name w:val="Copy"/>
    <w:basedOn w:val="Normal"/>
    <w:qFormat/>
    <w:rPr>
      <w:color w:val="262626" w:themeColor="text1" w:themeTint="D9"/>
      <w:sz w:val="16"/>
    </w:rPr>
  </w:style>
  <w:style w:type="character" w:customStyle="1" w:styleId="Heading4Char">
    <w:name w:val="Heading 4 Char"/>
    <w:basedOn w:val="DefaultParagraphFont"/>
    <w:link w:val="Heading4"/>
    <w:uiPriority w:val="1"/>
    <w:semiHidden/>
    <w:rPr>
      <w:caps/>
      <w:spacing w:val="10"/>
      <w:sz w:val="14"/>
    </w:rPr>
  </w:style>
  <w:style w:type="paragraph" w:customStyle="1" w:styleId="CompanyName">
    <w:name w:val="Company Name"/>
    <w:qFormat/>
    <w:pPr>
      <w:spacing w:before="200" w:after="0" w:line="240" w:lineRule="auto"/>
    </w:pPr>
    <w:rPr>
      <w:rFonts w:asciiTheme="majorHAnsi" w:hAnsiTheme="majorHAnsi"/>
      <w:caps/>
      <w:color w:val="000000" w:themeColor="text1"/>
      <w:spacing w:val="8"/>
      <w:sz w:val="20"/>
    </w:rPr>
  </w:style>
  <w:style w:type="paragraph" w:customStyle="1" w:styleId="CompanySlogan">
    <w:name w:val="Company Slogan"/>
    <w:qFormat/>
    <w:pPr>
      <w:spacing w:after="360" w:line="240" w:lineRule="auto"/>
    </w:pPr>
    <w:rPr>
      <w:i/>
      <w:color w:val="000000" w:themeColor="text1"/>
      <w:sz w:val="16"/>
    </w:rPr>
  </w:style>
  <w:style w:type="paragraph" w:customStyle="1" w:styleId="Address">
    <w:name w:val="Address"/>
    <w:basedOn w:val="Copy"/>
    <w:qFormat/>
    <w:rPr>
      <w:color w:val="000000" w:themeColor="text1"/>
    </w:rPr>
  </w:style>
  <w:style w:type="character" w:customStyle="1" w:styleId="Heading3Char">
    <w:name w:val="Heading 3 Char"/>
    <w:basedOn w:val="DefaultParagraphFont"/>
    <w:link w:val="Heading3"/>
    <w:uiPriority w:val="1"/>
    <w:semiHidden/>
    <w:rPr>
      <w:caps/>
      <w:spacing w:val="10"/>
      <w:sz w:val="14"/>
    </w:rPr>
  </w:style>
  <w:style w:type="paragraph" w:customStyle="1" w:styleId="TimeSheetTitle">
    <w:name w:val="Time Sheet Title"/>
    <w:basedOn w:val="Normal"/>
    <w:qFormat/>
    <w:pPr>
      <w:jc w:val="right"/>
    </w:pPr>
    <w:rPr>
      <w:rFonts w:asciiTheme="majorHAnsi" w:hAnsiTheme="majorHAnsi"/>
      <w:caps/>
      <w:color w:val="C6892B" w:themeColor="background2" w:themeShade="80"/>
      <w:spacing w:val="10"/>
      <w:sz w:val="36"/>
    </w:rPr>
  </w:style>
  <w:style w:type="paragraph" w:customStyle="1" w:styleId="CopyBold">
    <w:name w:val="Copy Bold"/>
    <w:basedOn w:val="Normal"/>
    <w:qFormat/>
    <w:rPr>
      <w:b/>
      <w:caps/>
      <w:spacing w:val="10"/>
      <w:sz w:val="14"/>
    </w:rPr>
  </w:style>
  <w:style w:type="paragraph" w:customStyle="1" w:styleId="ColumnHeading">
    <w:name w:val="Column Heading"/>
    <w:basedOn w:val="Normal"/>
    <w:qFormat/>
    <w:rPr>
      <w:caps/>
      <w:spacing w:val="10"/>
      <w:sz w:val="14"/>
    </w:rPr>
  </w:style>
  <w:style w:type="paragraph" w:customStyle="1" w:styleId="Right-AlignedCopy">
    <w:name w:val="Right-Aligned Copy"/>
    <w:basedOn w:val="Copy"/>
    <w:qFormat/>
    <w:pPr>
      <w:jc w:val="right"/>
    </w:pPr>
  </w:style>
  <w:style w:type="paragraph" w:customStyle="1" w:styleId="Right-AlignedCopyBold">
    <w:name w:val="Right-Aligned Copy Bold"/>
    <w:basedOn w:val="CopyBold"/>
    <w:qFormat/>
    <w:pPr>
      <w:jc w:val="right"/>
    </w:pPr>
  </w:style>
  <w:style w:type="paragraph" w:customStyle="1" w:styleId="TimeSheetSubtitle">
    <w:name w:val="Time Sheet Subtitle"/>
    <w:basedOn w:val="TimeSheetTitle"/>
    <w:qFormat/>
    <w:rPr>
      <w:color w:val="7F7F7F" w:themeColor="text1" w:themeTint="80"/>
      <w:sz w:val="18"/>
    </w:rPr>
  </w:style>
  <w:style w:type="paragraph" w:styleId="NormalWeb">
    <w:name w:val="Normal (Web)"/>
    <w:basedOn w:val="Normal"/>
    <w:uiPriority w:val="99"/>
    <w:semiHidden/>
    <w:unhideWhenUsed/>
    <w:rsid w:val="00C26961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527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273C"/>
    <w:rPr>
      <w:sz w:val="18"/>
    </w:rPr>
  </w:style>
  <w:style w:type="paragraph" w:styleId="Footer">
    <w:name w:val="footer"/>
    <w:basedOn w:val="Normal"/>
    <w:link w:val="FooterChar"/>
    <w:uiPriority w:val="99"/>
    <w:unhideWhenUsed/>
    <w:rsid w:val="00C527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273C"/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pPr>
      <w:spacing w:after="0" w:line="240" w:lineRule="auto"/>
    </w:pPr>
    <w:rPr>
      <w:sz w:val="18"/>
    </w:rPr>
  </w:style>
  <w:style w:type="paragraph" w:styleId="Heading1">
    <w:name w:val="heading 1"/>
    <w:basedOn w:val="Normal"/>
    <w:next w:val="Normal"/>
    <w:link w:val="Heading1Char"/>
    <w:uiPriority w:val="1"/>
    <w:unhideWhenUsed/>
    <w:pPr>
      <w:outlineLvl w:val="0"/>
    </w:pPr>
    <w:rPr>
      <w:caps/>
      <w:spacing w:val="10"/>
      <w:sz w:val="14"/>
    </w:rPr>
  </w:style>
  <w:style w:type="paragraph" w:styleId="Heading2">
    <w:name w:val="heading 2"/>
    <w:basedOn w:val="Heading1"/>
    <w:next w:val="Normal"/>
    <w:link w:val="Heading2Char"/>
    <w:uiPriority w:val="1"/>
    <w:semiHidden/>
    <w:unhideWhenUsed/>
    <w:qFormat/>
    <w:pPr>
      <w:jc w:val="center"/>
      <w:outlineLvl w:val="1"/>
    </w:pPr>
  </w:style>
  <w:style w:type="paragraph" w:styleId="Heading3">
    <w:name w:val="heading 3"/>
    <w:basedOn w:val="Heading4"/>
    <w:next w:val="Normal"/>
    <w:link w:val="Heading3Char"/>
    <w:uiPriority w:val="1"/>
    <w:semiHidden/>
    <w:unhideWhenUsed/>
    <w:qFormat/>
    <w:pPr>
      <w:outlineLvl w:val="2"/>
    </w:pPr>
  </w:style>
  <w:style w:type="paragraph" w:styleId="Heading4">
    <w:name w:val="heading 4"/>
    <w:basedOn w:val="Heading1"/>
    <w:next w:val="Normal"/>
    <w:link w:val="Heading4Char"/>
    <w:uiPriority w:val="1"/>
    <w:semiHidden/>
    <w:unhideWhenUsed/>
    <w:qFormat/>
    <w:pPr>
      <w:jc w:val="right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Pr>
      <w:caps/>
      <w:spacing w:val="10"/>
      <w:sz w:val="14"/>
    </w:rPr>
  </w:style>
  <w:style w:type="character" w:customStyle="1" w:styleId="Heading2Char">
    <w:name w:val="Heading 2 Char"/>
    <w:basedOn w:val="DefaultParagraphFont"/>
    <w:link w:val="Heading2"/>
    <w:uiPriority w:val="1"/>
    <w:semiHidden/>
    <w:rPr>
      <w:caps/>
      <w:spacing w:val="10"/>
      <w:sz w:val="14"/>
    </w:rPr>
  </w:style>
  <w:style w:type="paragraph" w:customStyle="1" w:styleId="Copy">
    <w:name w:val="Copy"/>
    <w:basedOn w:val="Normal"/>
    <w:qFormat/>
    <w:rPr>
      <w:color w:val="262626" w:themeColor="text1" w:themeTint="D9"/>
      <w:sz w:val="16"/>
    </w:rPr>
  </w:style>
  <w:style w:type="character" w:customStyle="1" w:styleId="Heading4Char">
    <w:name w:val="Heading 4 Char"/>
    <w:basedOn w:val="DefaultParagraphFont"/>
    <w:link w:val="Heading4"/>
    <w:uiPriority w:val="1"/>
    <w:semiHidden/>
    <w:rPr>
      <w:caps/>
      <w:spacing w:val="10"/>
      <w:sz w:val="14"/>
    </w:rPr>
  </w:style>
  <w:style w:type="paragraph" w:customStyle="1" w:styleId="CompanyName">
    <w:name w:val="Company Name"/>
    <w:qFormat/>
    <w:pPr>
      <w:spacing w:before="200" w:after="0" w:line="240" w:lineRule="auto"/>
    </w:pPr>
    <w:rPr>
      <w:rFonts w:asciiTheme="majorHAnsi" w:hAnsiTheme="majorHAnsi"/>
      <w:caps/>
      <w:color w:val="000000" w:themeColor="text1"/>
      <w:spacing w:val="8"/>
      <w:sz w:val="20"/>
    </w:rPr>
  </w:style>
  <w:style w:type="paragraph" w:customStyle="1" w:styleId="CompanySlogan">
    <w:name w:val="Company Slogan"/>
    <w:qFormat/>
    <w:pPr>
      <w:spacing w:after="360" w:line="240" w:lineRule="auto"/>
    </w:pPr>
    <w:rPr>
      <w:i/>
      <w:color w:val="000000" w:themeColor="text1"/>
      <w:sz w:val="16"/>
    </w:rPr>
  </w:style>
  <w:style w:type="paragraph" w:customStyle="1" w:styleId="Address">
    <w:name w:val="Address"/>
    <w:basedOn w:val="Copy"/>
    <w:qFormat/>
    <w:rPr>
      <w:color w:val="000000" w:themeColor="text1"/>
    </w:rPr>
  </w:style>
  <w:style w:type="character" w:customStyle="1" w:styleId="Heading3Char">
    <w:name w:val="Heading 3 Char"/>
    <w:basedOn w:val="DefaultParagraphFont"/>
    <w:link w:val="Heading3"/>
    <w:uiPriority w:val="1"/>
    <w:semiHidden/>
    <w:rPr>
      <w:caps/>
      <w:spacing w:val="10"/>
      <w:sz w:val="14"/>
    </w:rPr>
  </w:style>
  <w:style w:type="paragraph" w:customStyle="1" w:styleId="TimeSheetTitle">
    <w:name w:val="Time Sheet Title"/>
    <w:basedOn w:val="Normal"/>
    <w:qFormat/>
    <w:pPr>
      <w:jc w:val="right"/>
    </w:pPr>
    <w:rPr>
      <w:rFonts w:asciiTheme="majorHAnsi" w:hAnsiTheme="majorHAnsi"/>
      <w:caps/>
      <w:color w:val="C6892B" w:themeColor="background2" w:themeShade="80"/>
      <w:spacing w:val="10"/>
      <w:sz w:val="36"/>
    </w:rPr>
  </w:style>
  <w:style w:type="paragraph" w:customStyle="1" w:styleId="CopyBold">
    <w:name w:val="Copy Bold"/>
    <w:basedOn w:val="Normal"/>
    <w:qFormat/>
    <w:rPr>
      <w:b/>
      <w:caps/>
      <w:spacing w:val="10"/>
      <w:sz w:val="14"/>
    </w:rPr>
  </w:style>
  <w:style w:type="paragraph" w:customStyle="1" w:styleId="ColumnHeading">
    <w:name w:val="Column Heading"/>
    <w:basedOn w:val="Normal"/>
    <w:qFormat/>
    <w:rPr>
      <w:caps/>
      <w:spacing w:val="10"/>
      <w:sz w:val="14"/>
    </w:rPr>
  </w:style>
  <w:style w:type="paragraph" w:customStyle="1" w:styleId="Right-AlignedCopy">
    <w:name w:val="Right-Aligned Copy"/>
    <w:basedOn w:val="Copy"/>
    <w:qFormat/>
    <w:pPr>
      <w:jc w:val="right"/>
    </w:pPr>
  </w:style>
  <w:style w:type="paragraph" w:customStyle="1" w:styleId="Right-AlignedCopyBold">
    <w:name w:val="Right-Aligned Copy Bold"/>
    <w:basedOn w:val="CopyBold"/>
    <w:qFormat/>
    <w:pPr>
      <w:jc w:val="right"/>
    </w:pPr>
  </w:style>
  <w:style w:type="paragraph" w:customStyle="1" w:styleId="TimeSheetSubtitle">
    <w:name w:val="Time Sheet Subtitle"/>
    <w:basedOn w:val="TimeSheetTitle"/>
    <w:qFormat/>
    <w:rPr>
      <w:color w:val="7F7F7F" w:themeColor="text1" w:themeTint="80"/>
      <w:sz w:val="18"/>
    </w:rPr>
  </w:style>
  <w:style w:type="paragraph" w:styleId="NormalWeb">
    <w:name w:val="Normal (Web)"/>
    <w:basedOn w:val="Normal"/>
    <w:uiPriority w:val="99"/>
    <w:semiHidden/>
    <w:unhideWhenUsed/>
    <w:rsid w:val="00C26961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527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273C"/>
    <w:rPr>
      <w:sz w:val="18"/>
    </w:rPr>
  </w:style>
  <w:style w:type="paragraph" w:styleId="Footer">
    <w:name w:val="footer"/>
    <w:basedOn w:val="Normal"/>
    <w:link w:val="FooterChar"/>
    <w:uiPriority w:val="99"/>
    <w:unhideWhenUsed/>
    <w:rsid w:val="00C527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273C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one.katie\AppData\Roaming\Microsoft\Templates\TimeShee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2E85B303193463EBB1E5C7513C91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651893-B922-41AC-87B6-5523640574BC}"/>
      </w:docPartPr>
      <w:docPartBody>
        <w:p w:rsidR="005D30E3" w:rsidRDefault="00244C3F">
          <w:pPr>
            <w:pStyle w:val="52E85B303193463EBB1E5C7513C9116C"/>
          </w:pPr>
          <w:r>
            <w:t>[company name]</w:t>
          </w:r>
        </w:p>
      </w:docPartBody>
    </w:docPart>
    <w:docPart>
      <w:docPartPr>
        <w:name w:val="6DBB3395238B44A0BDD9B52F18C794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A6017E-0076-4319-8FB4-0023DD9D03D0}"/>
      </w:docPartPr>
      <w:docPartBody>
        <w:p w:rsidR="005D30E3" w:rsidRDefault="00244C3F">
          <w:pPr>
            <w:pStyle w:val="6DBB3395238B44A0BDD9B52F18C79447"/>
          </w:pPr>
          <w:r>
            <w:t>[Street Address]</w:t>
          </w:r>
          <w:r>
            <w:br/>
            <w:t>[City, ST ZIP Code]</w:t>
          </w:r>
        </w:p>
      </w:docPartBody>
    </w:docPart>
    <w:docPart>
      <w:docPartPr>
        <w:name w:val="A1128033151141BFB42A16BA754FC0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4C11B-ADD4-4AD8-9B50-B90A08EB7178}"/>
      </w:docPartPr>
      <w:docPartBody>
        <w:p w:rsidR="005D30E3" w:rsidRDefault="00244C3F">
          <w:pPr>
            <w:pStyle w:val="A1128033151141BFB42A16BA754FC060"/>
          </w:pPr>
          <w:r>
            <w:t>[Phone Number]</w:t>
          </w:r>
        </w:p>
      </w:docPartBody>
    </w:docPart>
    <w:docPart>
      <w:docPartPr>
        <w:name w:val="FFF0794E782F4E77BC24F82CC9318A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16E8D8-430A-4FED-9777-D79AA1B265B3}"/>
      </w:docPartPr>
      <w:docPartBody>
        <w:p w:rsidR="005D30E3" w:rsidRDefault="00244C3F">
          <w:pPr>
            <w:pStyle w:val="FFF0794E782F4E77BC24F82CC9318AD6"/>
          </w:pPr>
          <w:r>
            <w:t>[Fax Number]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C3F"/>
    <w:rsid w:val="00244C3F"/>
    <w:rsid w:val="005522B1"/>
    <w:rsid w:val="005D30E3"/>
    <w:rsid w:val="00613DA0"/>
    <w:rsid w:val="008C6E6A"/>
    <w:rsid w:val="008D53ED"/>
    <w:rsid w:val="0092404A"/>
    <w:rsid w:val="0099185F"/>
    <w:rsid w:val="00A80530"/>
    <w:rsid w:val="00C96898"/>
    <w:rsid w:val="00F5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89CBFA41C44452FADC9AC3E57734A81">
    <w:name w:val="D89CBFA41C44452FADC9AC3E57734A81"/>
  </w:style>
  <w:style w:type="paragraph" w:customStyle="1" w:styleId="0C6013DE6AB943B7B683C9CCB3238BE0">
    <w:name w:val="0C6013DE6AB943B7B683C9CCB3238BE0"/>
  </w:style>
  <w:style w:type="paragraph" w:customStyle="1" w:styleId="52E85B303193463EBB1E5C7513C9116C">
    <w:name w:val="52E85B303193463EBB1E5C7513C9116C"/>
  </w:style>
  <w:style w:type="paragraph" w:customStyle="1" w:styleId="949D2AF58B844CA5AF0B691C10E0CF8F">
    <w:name w:val="949D2AF58B844CA5AF0B691C10E0CF8F"/>
  </w:style>
  <w:style w:type="paragraph" w:customStyle="1" w:styleId="6DBB3395238B44A0BDD9B52F18C79447">
    <w:name w:val="6DBB3395238B44A0BDD9B52F18C79447"/>
  </w:style>
  <w:style w:type="paragraph" w:customStyle="1" w:styleId="A1128033151141BFB42A16BA754FC060">
    <w:name w:val="A1128033151141BFB42A16BA754FC060"/>
  </w:style>
  <w:style w:type="paragraph" w:customStyle="1" w:styleId="FFF0794E782F4E77BC24F82CC9318AD6">
    <w:name w:val="FFF0794E782F4E77BC24F82CC9318AD6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BC012185C6A49D2834702C261C4DCC8">
    <w:name w:val="ABC012185C6A49D2834702C261C4DCC8"/>
  </w:style>
  <w:style w:type="paragraph" w:customStyle="1" w:styleId="3FBEB457D3CD4FD6AD3C7B7615B20F3F">
    <w:name w:val="3FBEB457D3CD4FD6AD3C7B7615B20F3F"/>
  </w:style>
  <w:style w:type="paragraph" w:customStyle="1" w:styleId="EEBB8C90F2BA47D5A0358A2858F9FBC9">
    <w:name w:val="EEBB8C90F2BA47D5A0358A2858F9FBC9"/>
  </w:style>
  <w:style w:type="paragraph" w:customStyle="1" w:styleId="E13AF03B281643DEA9B88054564A2D14">
    <w:name w:val="E13AF03B281643DEA9B88054564A2D14"/>
  </w:style>
  <w:style w:type="paragraph" w:customStyle="1" w:styleId="8A7AE2D2A5874FA79BDF265835314E8C">
    <w:name w:val="8A7AE2D2A5874FA79BDF265835314E8C"/>
  </w:style>
  <w:style w:type="paragraph" w:customStyle="1" w:styleId="4AE0174357CD484A921EBEA174484791">
    <w:name w:val="4AE0174357CD484A921EBEA174484791"/>
  </w:style>
  <w:style w:type="paragraph" w:customStyle="1" w:styleId="B64A86D76CFA461F9C185EF0316971A5">
    <w:name w:val="B64A86D76CFA461F9C185EF0316971A5"/>
  </w:style>
  <w:style w:type="paragraph" w:customStyle="1" w:styleId="629BFAB673094866A2A726B9F30DAAED">
    <w:name w:val="629BFAB673094866A2A726B9F30DAAED"/>
  </w:style>
  <w:style w:type="paragraph" w:customStyle="1" w:styleId="53B36EC644E1401789EE11CF727B4E14">
    <w:name w:val="53B36EC644E1401789EE11CF727B4E14"/>
  </w:style>
  <w:style w:type="paragraph" w:customStyle="1" w:styleId="2EF172F7B2754D7ABE245ED9278227FA">
    <w:name w:val="2EF172F7B2754D7ABE245ED9278227FA"/>
  </w:style>
  <w:style w:type="paragraph" w:customStyle="1" w:styleId="4B7EBF262EA7439A84F411320F913C67">
    <w:name w:val="4B7EBF262EA7439A84F411320F913C67"/>
  </w:style>
  <w:style w:type="paragraph" w:customStyle="1" w:styleId="1C6F52EC07EB46D0AF6D703776A93BFE">
    <w:name w:val="1C6F52EC07EB46D0AF6D703776A93BFE"/>
  </w:style>
  <w:style w:type="paragraph" w:customStyle="1" w:styleId="E113DDF0982C4F7FAE4E5827077E016D">
    <w:name w:val="E113DDF0982C4F7FAE4E5827077E016D"/>
  </w:style>
  <w:style w:type="paragraph" w:customStyle="1" w:styleId="DBA294DC15794C31844534846480BFB0">
    <w:name w:val="DBA294DC15794C31844534846480BFB0"/>
  </w:style>
  <w:style w:type="paragraph" w:customStyle="1" w:styleId="FACDF8E02D534AC787A0604EBEC561D1">
    <w:name w:val="FACDF8E02D534AC787A0604EBEC561D1"/>
  </w:style>
  <w:style w:type="paragraph" w:customStyle="1" w:styleId="64A143FBF3CD4A57B9620AACD036C672">
    <w:name w:val="64A143FBF3CD4A57B9620AACD036C672"/>
    <w:rsid w:val="00F54A9B"/>
  </w:style>
  <w:style w:type="paragraph" w:customStyle="1" w:styleId="7AE87544601D4DD0879FE63893F60F23">
    <w:name w:val="7AE87544601D4DD0879FE63893F60F23"/>
    <w:rsid w:val="00F54A9B"/>
  </w:style>
  <w:style w:type="paragraph" w:customStyle="1" w:styleId="45D91E0F2E1A48ED97261C25782C2AB6">
    <w:name w:val="45D91E0F2E1A48ED97261C25782C2AB6"/>
    <w:rsid w:val="00F54A9B"/>
  </w:style>
  <w:style w:type="paragraph" w:customStyle="1" w:styleId="45C6621738034F0FA1D925EEB736FF89">
    <w:name w:val="45C6621738034F0FA1D925EEB736FF89"/>
    <w:rsid w:val="00F54A9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89CBFA41C44452FADC9AC3E57734A81">
    <w:name w:val="D89CBFA41C44452FADC9AC3E57734A81"/>
  </w:style>
  <w:style w:type="paragraph" w:customStyle="1" w:styleId="0C6013DE6AB943B7B683C9CCB3238BE0">
    <w:name w:val="0C6013DE6AB943B7B683C9CCB3238BE0"/>
  </w:style>
  <w:style w:type="paragraph" w:customStyle="1" w:styleId="52E85B303193463EBB1E5C7513C9116C">
    <w:name w:val="52E85B303193463EBB1E5C7513C9116C"/>
  </w:style>
  <w:style w:type="paragraph" w:customStyle="1" w:styleId="949D2AF58B844CA5AF0B691C10E0CF8F">
    <w:name w:val="949D2AF58B844CA5AF0B691C10E0CF8F"/>
  </w:style>
  <w:style w:type="paragraph" w:customStyle="1" w:styleId="6DBB3395238B44A0BDD9B52F18C79447">
    <w:name w:val="6DBB3395238B44A0BDD9B52F18C79447"/>
  </w:style>
  <w:style w:type="paragraph" w:customStyle="1" w:styleId="A1128033151141BFB42A16BA754FC060">
    <w:name w:val="A1128033151141BFB42A16BA754FC060"/>
  </w:style>
  <w:style w:type="paragraph" w:customStyle="1" w:styleId="FFF0794E782F4E77BC24F82CC9318AD6">
    <w:name w:val="FFF0794E782F4E77BC24F82CC9318AD6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BC012185C6A49D2834702C261C4DCC8">
    <w:name w:val="ABC012185C6A49D2834702C261C4DCC8"/>
  </w:style>
  <w:style w:type="paragraph" w:customStyle="1" w:styleId="3FBEB457D3CD4FD6AD3C7B7615B20F3F">
    <w:name w:val="3FBEB457D3CD4FD6AD3C7B7615B20F3F"/>
  </w:style>
  <w:style w:type="paragraph" w:customStyle="1" w:styleId="EEBB8C90F2BA47D5A0358A2858F9FBC9">
    <w:name w:val="EEBB8C90F2BA47D5A0358A2858F9FBC9"/>
  </w:style>
  <w:style w:type="paragraph" w:customStyle="1" w:styleId="E13AF03B281643DEA9B88054564A2D14">
    <w:name w:val="E13AF03B281643DEA9B88054564A2D14"/>
  </w:style>
  <w:style w:type="paragraph" w:customStyle="1" w:styleId="8A7AE2D2A5874FA79BDF265835314E8C">
    <w:name w:val="8A7AE2D2A5874FA79BDF265835314E8C"/>
  </w:style>
  <w:style w:type="paragraph" w:customStyle="1" w:styleId="4AE0174357CD484A921EBEA174484791">
    <w:name w:val="4AE0174357CD484A921EBEA174484791"/>
  </w:style>
  <w:style w:type="paragraph" w:customStyle="1" w:styleId="B64A86D76CFA461F9C185EF0316971A5">
    <w:name w:val="B64A86D76CFA461F9C185EF0316971A5"/>
  </w:style>
  <w:style w:type="paragraph" w:customStyle="1" w:styleId="629BFAB673094866A2A726B9F30DAAED">
    <w:name w:val="629BFAB673094866A2A726B9F30DAAED"/>
  </w:style>
  <w:style w:type="paragraph" w:customStyle="1" w:styleId="53B36EC644E1401789EE11CF727B4E14">
    <w:name w:val="53B36EC644E1401789EE11CF727B4E14"/>
  </w:style>
  <w:style w:type="paragraph" w:customStyle="1" w:styleId="2EF172F7B2754D7ABE245ED9278227FA">
    <w:name w:val="2EF172F7B2754D7ABE245ED9278227FA"/>
  </w:style>
  <w:style w:type="paragraph" w:customStyle="1" w:styleId="4B7EBF262EA7439A84F411320F913C67">
    <w:name w:val="4B7EBF262EA7439A84F411320F913C67"/>
  </w:style>
  <w:style w:type="paragraph" w:customStyle="1" w:styleId="1C6F52EC07EB46D0AF6D703776A93BFE">
    <w:name w:val="1C6F52EC07EB46D0AF6D703776A93BFE"/>
  </w:style>
  <w:style w:type="paragraph" w:customStyle="1" w:styleId="E113DDF0982C4F7FAE4E5827077E016D">
    <w:name w:val="E113DDF0982C4F7FAE4E5827077E016D"/>
  </w:style>
  <w:style w:type="paragraph" w:customStyle="1" w:styleId="DBA294DC15794C31844534846480BFB0">
    <w:name w:val="DBA294DC15794C31844534846480BFB0"/>
  </w:style>
  <w:style w:type="paragraph" w:customStyle="1" w:styleId="FACDF8E02D534AC787A0604EBEC561D1">
    <w:name w:val="FACDF8E02D534AC787A0604EBEC561D1"/>
  </w:style>
  <w:style w:type="paragraph" w:customStyle="1" w:styleId="64A143FBF3CD4A57B9620AACD036C672">
    <w:name w:val="64A143FBF3CD4A57B9620AACD036C672"/>
    <w:rsid w:val="00F54A9B"/>
  </w:style>
  <w:style w:type="paragraph" w:customStyle="1" w:styleId="7AE87544601D4DD0879FE63893F60F23">
    <w:name w:val="7AE87544601D4DD0879FE63893F60F23"/>
    <w:rsid w:val="00F54A9B"/>
  </w:style>
  <w:style w:type="paragraph" w:customStyle="1" w:styleId="45D91E0F2E1A48ED97261C25782C2AB6">
    <w:name w:val="45D91E0F2E1A48ED97261C25782C2AB6"/>
    <w:rsid w:val="00F54A9B"/>
  </w:style>
  <w:style w:type="paragraph" w:customStyle="1" w:styleId="45C6621738034F0FA1D925EEB736FF89">
    <w:name w:val="45C6621738034F0FA1D925EEB736FF89"/>
    <w:rsid w:val="00F54A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Custom Theme">
  <a:themeElements>
    <a:clrScheme name="Office Colors">
      <a:dk1>
        <a:sysClr val="windowText" lastClr="000000"/>
      </a:dk1>
      <a:lt1>
        <a:sysClr val="window" lastClr="FFFFFF"/>
      </a:lt1>
      <a:dk2>
        <a:srgbClr val="1F497D"/>
      </a:dk2>
      <a:lt2>
        <a:srgbClr val="FAF3E8"/>
      </a:lt2>
      <a:accent1>
        <a:srgbClr val="5C83B4"/>
      </a:accent1>
      <a:accent2>
        <a:srgbClr val="C0504D"/>
      </a:accent2>
      <a:accent3>
        <a:srgbClr val="9DBB61"/>
      </a:accent3>
      <a:accent4>
        <a:srgbClr val="8066A0"/>
      </a:accent4>
      <a:accent5>
        <a:srgbClr val="4BACC6"/>
      </a:accent5>
      <a:accent6>
        <a:srgbClr val="F59D56"/>
      </a:accent6>
      <a:hlink>
        <a:srgbClr val="0000FF"/>
      </a:hlink>
      <a:folHlink>
        <a:srgbClr val="800080"/>
      </a:folHlink>
    </a:clrScheme>
    <a:fontScheme name="Personal Fax Cover She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 rotWithShape="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>27 Ryan Road
Shelby, OH 44875</CompanyAddress>
  <CompanyPhone>(419) 347-7744</CompanyPhone>
  <CompanyFax>(419) 347-4977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CDFA2BD-E43A-47A1-B4AF-5309225B92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FF866C-166C-4465-BC0D-A7CCE5E52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TimeSheet</Template>
  <TotalTime>1</TotalTime>
  <Pages>2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Time sheet</vt:lpstr>
    </vt:vector>
  </TitlesOfParts>
  <Company>Pioneer Career &amp; Technology Center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Time sheet</dc:title>
  <dc:creator>Katie Stone</dc:creator>
  <cp:lastModifiedBy>Martin Dzugan</cp:lastModifiedBy>
  <cp:revision>2</cp:revision>
  <cp:lastPrinted>2014-05-08T13:44:00Z</cp:lastPrinted>
  <dcterms:created xsi:type="dcterms:W3CDTF">2014-05-14T14:06:00Z</dcterms:created>
  <dcterms:modified xsi:type="dcterms:W3CDTF">2014-05-14T14:06:00Z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TC101733889990</vt:lpwstr>
  </property>
</Properties>
</file>